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0894">
        <w:rPr>
          <w:rFonts w:ascii="Arial" w:hAnsi="Arial" w:cs="Arial"/>
          <w:b/>
          <w:caps/>
          <w:sz w:val="28"/>
          <w:szCs w:val="28"/>
        </w:rPr>
        <w:t>8</w:t>
      </w:r>
      <w:r w:rsidR="00A20503">
        <w:rPr>
          <w:rFonts w:ascii="Arial" w:hAnsi="Arial" w:cs="Arial"/>
          <w:b/>
          <w:caps/>
          <w:sz w:val="28"/>
          <w:szCs w:val="28"/>
        </w:rPr>
        <w:t>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A2050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B37B1">
              <w:rPr>
                <w:rFonts w:ascii="Arial" w:hAnsi="Arial" w:cs="Arial"/>
                <w:sz w:val="20"/>
                <w:szCs w:val="20"/>
              </w:rPr>
              <w:t xml:space="preserve">estudos </w:t>
            </w:r>
            <w:r w:rsidR="00DC0557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EC4902">
              <w:rPr>
                <w:rFonts w:ascii="Arial" w:hAnsi="Arial" w:cs="Arial"/>
                <w:sz w:val="20"/>
                <w:szCs w:val="20"/>
              </w:rPr>
              <w:t xml:space="preserve">providências visando à </w:t>
            </w:r>
            <w:r w:rsidR="00A20503">
              <w:rPr>
                <w:rFonts w:ascii="Arial" w:hAnsi="Arial" w:cs="Arial"/>
                <w:sz w:val="20"/>
                <w:szCs w:val="20"/>
              </w:rPr>
              <w:t>reformulação e à adequação das placas denominativas de vias e logradouros públicos da cidade de Jacareí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à </w:t>
      </w:r>
      <w:r w:rsidR="001C61BF" w:rsidRPr="001C61BF">
        <w:rPr>
          <w:rFonts w:ascii="Arial" w:hAnsi="Arial" w:cs="Arial"/>
        </w:rPr>
        <w:t>reformulação e adequação das placas denominativas de vias e logradouros públicos da cidade de Jacareí</w:t>
      </w:r>
      <w:r w:rsidR="001C61BF">
        <w:rPr>
          <w:rFonts w:ascii="Arial" w:hAnsi="Arial" w:cs="Arial"/>
        </w:rPr>
        <w:t>.</w:t>
      </w:r>
    </w:p>
    <w:p w:rsidR="009C03A6" w:rsidRDefault="009C03A6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Justificamos a</w:t>
      </w:r>
      <w:r w:rsidR="00147CEC" w:rsidRPr="00147CEC">
        <w:rPr>
          <w:rFonts w:ascii="Arial" w:hAnsi="Arial" w:cs="Arial"/>
        </w:rPr>
        <w:t xml:space="preserve"> nossa solicitação no sentido d</w:t>
      </w:r>
      <w:r>
        <w:rPr>
          <w:rFonts w:ascii="Arial" w:hAnsi="Arial" w:cs="Arial"/>
        </w:rPr>
        <w:t>o</w:t>
      </w:r>
      <w:r w:rsidR="00147CEC" w:rsidRPr="00147CEC">
        <w:rPr>
          <w:rFonts w:ascii="Arial" w:hAnsi="Arial" w:cs="Arial"/>
        </w:rPr>
        <w:t xml:space="preserve"> inegável caráter informativo e educativo, </w:t>
      </w:r>
      <w:r>
        <w:rPr>
          <w:rFonts w:ascii="Arial" w:hAnsi="Arial" w:cs="Arial"/>
        </w:rPr>
        <w:t>de modo que as placas denominativas contenham nome e inscrição resumida das atividades do homenageado, além do CEP e da numeração predial, com o número inicial e final de cada trecho identificado da via pública, conforme modelo anexo.</w:t>
      </w:r>
    </w:p>
    <w:p w:rsidR="009C03A6" w:rsidRDefault="00ED3E9D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47CEC">
        <w:rPr>
          <w:rFonts w:ascii="Arial" w:hAnsi="Arial" w:cs="Arial"/>
        </w:rPr>
        <w:t xml:space="preserve"> </w:t>
      </w:r>
      <w:r w:rsidR="00147CEC" w:rsidRPr="00147CEC">
        <w:rPr>
          <w:rFonts w:ascii="Arial" w:hAnsi="Arial" w:cs="Arial"/>
        </w:rPr>
        <w:t xml:space="preserve">população jacareiense e </w:t>
      </w:r>
      <w:r>
        <w:rPr>
          <w:rFonts w:ascii="Arial" w:hAnsi="Arial" w:cs="Arial"/>
        </w:rPr>
        <w:t xml:space="preserve">os </w:t>
      </w:r>
      <w:r w:rsidR="00147CEC" w:rsidRPr="00147CEC">
        <w:rPr>
          <w:rFonts w:ascii="Arial" w:hAnsi="Arial" w:cs="Arial"/>
        </w:rPr>
        <w:t>visitantes da nossa cidade terão</w:t>
      </w:r>
      <w:r>
        <w:rPr>
          <w:rFonts w:ascii="Arial" w:hAnsi="Arial" w:cs="Arial"/>
        </w:rPr>
        <w:t>, assim,</w:t>
      </w:r>
      <w:r w:rsidR="00147CEC" w:rsidRPr="00147CEC">
        <w:rPr>
          <w:rFonts w:ascii="Arial" w:hAnsi="Arial" w:cs="Arial"/>
        </w:rPr>
        <w:t xml:space="preserve"> acesso a informações que engrandecem a cultura geral e preserva</w:t>
      </w:r>
      <w:r w:rsidR="009C03A6">
        <w:rPr>
          <w:rFonts w:ascii="Arial" w:hAnsi="Arial" w:cs="Arial"/>
        </w:rPr>
        <w:t>m</w:t>
      </w:r>
      <w:r w:rsidR="00147CEC" w:rsidRPr="00147CEC">
        <w:rPr>
          <w:rFonts w:ascii="Arial" w:hAnsi="Arial" w:cs="Arial"/>
        </w:rPr>
        <w:t xml:space="preserve"> a memória d</w:t>
      </w:r>
      <w:r w:rsidR="009125DB">
        <w:rPr>
          <w:rFonts w:ascii="Arial" w:hAnsi="Arial" w:cs="Arial"/>
        </w:rPr>
        <w:t>o Município</w:t>
      </w:r>
      <w:r w:rsidR="00147CEC" w:rsidRPr="00147CEC">
        <w:rPr>
          <w:rFonts w:ascii="Arial" w:hAnsi="Arial" w:cs="Arial"/>
        </w:rPr>
        <w:t>.</w:t>
      </w:r>
      <w:bookmarkStart w:id="0" w:name="_GoBack"/>
      <w:bookmarkEnd w:id="0"/>
    </w:p>
    <w:p w:rsidR="00E23481" w:rsidRDefault="00147CEC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7CEC">
        <w:rPr>
          <w:rFonts w:ascii="Arial" w:hAnsi="Arial" w:cs="Arial"/>
        </w:rPr>
        <w:t>O registro de personagens que construíram a nossa sociedade é de extrema importância para que as futuras gerações possam ter a ideia do passado da nossa cidade. A identidade humana pressupõe a identidade do lugar e, atualmente, ainda são os lugares históricos das cidades que são os fornecedores de lembranças e das memórias capazes de integrar o indivíduo ao coletivo urbano</w:t>
      </w:r>
      <w:r w:rsidR="008E1326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7CEC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C2215A">
        <w:rPr>
          <w:rFonts w:ascii="Arial" w:hAnsi="Arial" w:cs="Arial"/>
        </w:rPr>
        <w:t>març</w:t>
      </w:r>
      <w:r w:rsidR="00474882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4A7" w:rsidRPr="009964A0" w:rsidRDefault="00B024A7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9964A0" w:rsidRDefault="009C03A6" w:rsidP="00891242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  <w:sz w:val="28"/>
          <w:szCs w:val="28"/>
        </w:rPr>
        <w:drawing>
          <wp:inline distT="0" distB="0" distL="0" distR="0">
            <wp:extent cx="5407200" cy="1440000"/>
            <wp:effectExtent l="0" t="0" r="3175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4A0" w:rsidRPr="009964A0" w:rsidRDefault="009964A0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9964A0" w:rsidRDefault="009964A0" w:rsidP="00891242">
      <w:pPr>
        <w:jc w:val="center"/>
        <w:rPr>
          <w:rFonts w:ascii="Arial" w:hAnsi="Arial" w:cs="Arial"/>
          <w:sz w:val="14"/>
          <w:szCs w:val="14"/>
        </w:rPr>
      </w:pPr>
    </w:p>
    <w:p w:rsidR="009964A0" w:rsidRPr="00891242" w:rsidRDefault="009964A0" w:rsidP="00891242">
      <w:pPr>
        <w:jc w:val="center"/>
        <w:rPr>
          <w:rFonts w:ascii="Arial" w:hAnsi="Arial" w:cs="Arial"/>
        </w:rPr>
      </w:pPr>
    </w:p>
    <w:sectPr w:rsidR="009964A0" w:rsidRPr="0089124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137" w:rsidRDefault="005B6137">
      <w:r>
        <w:separator/>
      </w:r>
    </w:p>
  </w:endnote>
  <w:endnote w:type="continuationSeparator" w:id="0">
    <w:p w:rsidR="005B6137" w:rsidRDefault="005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137" w:rsidRDefault="005B6137">
      <w:r>
        <w:separator/>
      </w:r>
    </w:p>
  </w:footnote>
  <w:footnote w:type="continuationSeparator" w:id="0">
    <w:p w:rsidR="005B6137" w:rsidRDefault="005B6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964A0">
      <w:rPr>
        <w:rFonts w:ascii="Arial" w:hAnsi="Arial" w:cs="Arial"/>
        <w:b/>
        <w:sz w:val="20"/>
        <w:szCs w:val="20"/>
        <w:u w:val="single"/>
      </w:rPr>
      <w:t>8</w:t>
    </w:r>
    <w:r w:rsidR="009C03A6">
      <w:rPr>
        <w:rFonts w:ascii="Arial" w:hAnsi="Arial" w:cs="Arial"/>
        <w:b/>
        <w:sz w:val="20"/>
        <w:szCs w:val="20"/>
        <w:u w:val="single"/>
      </w:rPr>
      <w:t>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69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69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530F"/>
    <w:rsid w:val="0002291F"/>
    <w:rsid w:val="00024FD3"/>
    <w:rsid w:val="00025BC0"/>
    <w:rsid w:val="00034A23"/>
    <w:rsid w:val="0003766B"/>
    <w:rsid w:val="00052192"/>
    <w:rsid w:val="0005526D"/>
    <w:rsid w:val="00056288"/>
    <w:rsid w:val="00057B8E"/>
    <w:rsid w:val="00061EA7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30859"/>
    <w:rsid w:val="00231FB9"/>
    <w:rsid w:val="00232EA4"/>
    <w:rsid w:val="002378EB"/>
    <w:rsid w:val="002418D5"/>
    <w:rsid w:val="00241D01"/>
    <w:rsid w:val="00247519"/>
    <w:rsid w:val="002476ED"/>
    <w:rsid w:val="00247C91"/>
    <w:rsid w:val="0025026E"/>
    <w:rsid w:val="002512AA"/>
    <w:rsid w:val="00253C82"/>
    <w:rsid w:val="00256155"/>
    <w:rsid w:val="00257A10"/>
    <w:rsid w:val="002618FB"/>
    <w:rsid w:val="0027086E"/>
    <w:rsid w:val="0027715A"/>
    <w:rsid w:val="00277D80"/>
    <w:rsid w:val="0028298D"/>
    <w:rsid w:val="002867E6"/>
    <w:rsid w:val="002912AD"/>
    <w:rsid w:val="00295507"/>
    <w:rsid w:val="00296AC0"/>
    <w:rsid w:val="00296CEA"/>
    <w:rsid w:val="002A02B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70A38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6612"/>
    <w:rsid w:val="00542443"/>
    <w:rsid w:val="00543298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7EA"/>
    <w:rsid w:val="005F09E5"/>
    <w:rsid w:val="00610034"/>
    <w:rsid w:val="00615C50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600F"/>
    <w:rsid w:val="00746F58"/>
    <w:rsid w:val="00750C89"/>
    <w:rsid w:val="0075634A"/>
    <w:rsid w:val="007571D3"/>
    <w:rsid w:val="00770468"/>
    <w:rsid w:val="00770A08"/>
    <w:rsid w:val="00773570"/>
    <w:rsid w:val="00775A1B"/>
    <w:rsid w:val="0077697C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75CA"/>
    <w:rsid w:val="0080197E"/>
    <w:rsid w:val="00812542"/>
    <w:rsid w:val="00815D32"/>
    <w:rsid w:val="00815DC3"/>
    <w:rsid w:val="00820C13"/>
    <w:rsid w:val="008315AB"/>
    <w:rsid w:val="00833E7C"/>
    <w:rsid w:val="00842E67"/>
    <w:rsid w:val="008431D7"/>
    <w:rsid w:val="00846841"/>
    <w:rsid w:val="008474F2"/>
    <w:rsid w:val="00850ACE"/>
    <w:rsid w:val="00856D75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33AB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72526"/>
    <w:rsid w:val="009768E6"/>
    <w:rsid w:val="009830C8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6926"/>
    <w:rsid w:val="00C06BEA"/>
    <w:rsid w:val="00C165B4"/>
    <w:rsid w:val="00C2215A"/>
    <w:rsid w:val="00C2425A"/>
    <w:rsid w:val="00C36317"/>
    <w:rsid w:val="00C36E68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A8F"/>
    <w:rsid w:val="00D05AA2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71538"/>
    <w:rsid w:val="00D770FE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D60"/>
    <w:rsid w:val="00DB23E5"/>
    <w:rsid w:val="00DB37B1"/>
    <w:rsid w:val="00DB3B12"/>
    <w:rsid w:val="00DB4089"/>
    <w:rsid w:val="00DB48F6"/>
    <w:rsid w:val="00DC0557"/>
    <w:rsid w:val="00DC1246"/>
    <w:rsid w:val="00DC23CD"/>
    <w:rsid w:val="00DC2543"/>
    <w:rsid w:val="00DC2663"/>
    <w:rsid w:val="00DC5329"/>
    <w:rsid w:val="00DD1CF3"/>
    <w:rsid w:val="00DD551D"/>
    <w:rsid w:val="00DE0653"/>
    <w:rsid w:val="00DE201D"/>
    <w:rsid w:val="00DE50DD"/>
    <w:rsid w:val="00DF3060"/>
    <w:rsid w:val="00DF3213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D2065"/>
    <w:rsid w:val="00ED3E9D"/>
    <w:rsid w:val="00EE0AAA"/>
    <w:rsid w:val="00EE6F36"/>
    <w:rsid w:val="00EF028E"/>
    <w:rsid w:val="00F0097B"/>
    <w:rsid w:val="00F126AE"/>
    <w:rsid w:val="00F27895"/>
    <w:rsid w:val="00F342EA"/>
    <w:rsid w:val="00F420E5"/>
    <w:rsid w:val="00F44096"/>
    <w:rsid w:val="00F5150F"/>
    <w:rsid w:val="00F55258"/>
    <w:rsid w:val="00F56A16"/>
    <w:rsid w:val="00F57F93"/>
    <w:rsid w:val="00F6000C"/>
    <w:rsid w:val="00F64798"/>
    <w:rsid w:val="00F65C85"/>
    <w:rsid w:val="00F669A2"/>
    <w:rsid w:val="00F66FA8"/>
    <w:rsid w:val="00F73DA3"/>
    <w:rsid w:val="00F84976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B8512-17E2-4F53-A389-6F08B3A61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248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2017-09-26T14:30:00Z</cp:lastPrinted>
  <dcterms:created xsi:type="dcterms:W3CDTF">2018-03-27T12:01:00Z</dcterms:created>
  <dcterms:modified xsi:type="dcterms:W3CDTF">2018-03-27T12:15:00Z</dcterms:modified>
</cp:coreProperties>
</file>